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A6" w:rsidRPr="007E01C1" w:rsidRDefault="00091BA6" w:rsidP="005265B1">
      <w:pPr>
        <w:pStyle w:val="ConsPlusNormal"/>
        <w:widowControl/>
        <w:ind w:left="84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E01C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091BA6" w:rsidRDefault="00091BA6" w:rsidP="005265B1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Шушенского района «Управление муниципальными финансами» на 2014-2016 годы, утвержденной постановлением администрации Шушенского района </w:t>
      </w:r>
    </w:p>
    <w:p w:rsidR="00091BA6" w:rsidRDefault="00091BA6" w:rsidP="005265B1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323D21">
        <w:rPr>
          <w:rFonts w:ascii="Times New Roman" w:hAnsi="Times New Roman" w:cs="Times New Roman"/>
          <w:sz w:val="28"/>
          <w:szCs w:val="28"/>
          <w:u w:val="single"/>
        </w:rPr>
        <w:t>30.10.2013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  <w:u w:val="single"/>
        </w:rPr>
        <w:t>1281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91BA6" w:rsidRPr="00EC682B" w:rsidRDefault="00091BA6" w:rsidP="003030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Шушенского 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</w:t>
      </w:r>
      <w:r>
        <w:rPr>
          <w:rFonts w:ascii="Times New Roman" w:hAnsi="Times New Roman" w:cs="Times New Roman"/>
          <w:sz w:val="28"/>
          <w:szCs w:val="28"/>
        </w:rPr>
        <w:t>по уровням бюджетной системы</w:t>
      </w:r>
    </w:p>
    <w:p w:rsidR="00091BA6" w:rsidRPr="00EC682B" w:rsidRDefault="00091BA6" w:rsidP="003030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-106" w:type="dxa"/>
        <w:tblLook w:val="00A0"/>
      </w:tblPr>
      <w:tblGrid>
        <w:gridCol w:w="1869"/>
        <w:gridCol w:w="3668"/>
        <w:gridCol w:w="4152"/>
        <w:gridCol w:w="1316"/>
        <w:gridCol w:w="1316"/>
        <w:gridCol w:w="1302"/>
        <w:gridCol w:w="1368"/>
      </w:tblGrid>
      <w:tr w:rsidR="00091BA6" w:rsidRPr="00A23EB2">
        <w:trPr>
          <w:trHeight w:val="467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C9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муниципальной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программы, подпрограммы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муниципальной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программы</w:t>
            </w:r>
          </w:p>
        </w:tc>
        <w:tc>
          <w:tcPr>
            <w:tcW w:w="4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Оценка расходов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  <w:tr w:rsidR="00091BA6" w:rsidRPr="00A23EB2">
        <w:trPr>
          <w:trHeight w:val="291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F772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F772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за 2014-2016 годы</w:t>
            </w:r>
          </w:p>
        </w:tc>
      </w:tr>
      <w:tr w:rsidR="00091BA6" w:rsidRPr="00A23EB2">
        <w:trPr>
          <w:trHeight w:val="315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Муниципальная 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программа</w:t>
            </w:r>
          </w:p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1BA6" w:rsidRPr="00A23EB2" w:rsidRDefault="00091BA6" w:rsidP="00731D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муниципальными</w:t>
            </w:r>
            <w:r w:rsidRPr="00A23EB2">
              <w:rPr>
                <w:rFonts w:ascii="Times New Roman" w:hAnsi="Times New Roman" w:cs="Times New Roman"/>
                <w:sz w:val="18"/>
                <w:szCs w:val="18"/>
              </w:rPr>
              <w:t xml:space="preserve"> финансами</w:t>
            </w:r>
          </w:p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72035,095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69718,145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69718,145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211471,385</w:t>
            </w:r>
          </w:p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1BA6" w:rsidRPr="00A23EB2">
        <w:trPr>
          <w:trHeight w:val="216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1BA6" w:rsidRPr="00A23EB2">
        <w:trPr>
          <w:trHeight w:val="275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1BA6" w:rsidRPr="00A23EB2">
        <w:trPr>
          <w:trHeight w:val="266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12038,800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9631,000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9631,000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31300,800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91BA6" w:rsidRPr="00A23EB2">
        <w:trPr>
          <w:trHeight w:val="245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D866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бюджеты муниципальных образований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731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59996,295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7C7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60087,145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60087,145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E1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180170,585</w:t>
            </w:r>
          </w:p>
        </w:tc>
      </w:tr>
      <w:tr w:rsidR="00091BA6" w:rsidRPr="00A23EB2">
        <w:trPr>
          <w:trHeight w:val="196"/>
        </w:trPr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4F02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A6" w:rsidRPr="00A23EB2" w:rsidRDefault="00091BA6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A6" w:rsidRPr="00A23EB2" w:rsidRDefault="00091BA6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поселений Шушенского района, содействие повышению качества управления муниципальными финансами поселений района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25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69902,195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25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67494,395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25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67494,395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25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204890,985</w:t>
            </w:r>
          </w:p>
        </w:tc>
      </w:tr>
      <w:tr w:rsidR="00091BA6" w:rsidRPr="00A23EB2">
        <w:trPr>
          <w:trHeight w:val="258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2819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1BA6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2819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731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25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1BA6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2819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731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12038,800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9631,000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9631,000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535C1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31300,800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2819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1BA6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D866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бюджеты муниципальных   образований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57863,395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57863,395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57863,395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173590,185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4F02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91BA6" w:rsidRPr="00A23EB2" w:rsidTr="00E149DB">
        <w:trPr>
          <w:trHeight w:val="586"/>
        </w:trPr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A23EB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и прочие мероприятия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2132,900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2223,750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2223,750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6580,400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E94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E94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1BA6" w:rsidRPr="00A23EB2">
        <w:trPr>
          <w:trHeight w:val="300"/>
        </w:trPr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8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E94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E94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91BA6" w:rsidRPr="00A23EB2">
        <w:trPr>
          <w:trHeight w:val="300"/>
        </w:trPr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BA6" w:rsidRPr="00A23EB2" w:rsidRDefault="00091BA6" w:rsidP="00E94B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бюджеты муниципальных  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E94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2132,900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2223,750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C1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2223,750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BA6" w:rsidRPr="00A23EB2" w:rsidRDefault="00091BA6" w:rsidP="00E94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6580,400</w:t>
            </w:r>
          </w:p>
        </w:tc>
      </w:tr>
    </w:tbl>
    <w:p w:rsidR="00091BA6" w:rsidRPr="00EC682B" w:rsidRDefault="00091BA6" w:rsidP="00B73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                                                                                                               И.А. Виленская     </w:t>
      </w:r>
    </w:p>
    <w:sectPr w:rsidR="00091BA6" w:rsidRPr="00EC682B" w:rsidSect="005265B1">
      <w:headerReference w:type="default" r:id="rId6"/>
      <w:pgSz w:w="16838" w:h="11906" w:orient="landscape"/>
      <w:pgMar w:top="540" w:right="1134" w:bottom="53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BA6" w:rsidRDefault="00091BA6">
      <w:r>
        <w:separator/>
      </w:r>
    </w:p>
  </w:endnote>
  <w:endnote w:type="continuationSeparator" w:id="0">
    <w:p w:rsidR="00091BA6" w:rsidRDefault="00091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BA6" w:rsidRDefault="00091BA6">
      <w:r>
        <w:separator/>
      </w:r>
    </w:p>
  </w:footnote>
  <w:footnote w:type="continuationSeparator" w:id="0">
    <w:p w:rsidR="00091BA6" w:rsidRDefault="00091B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A6" w:rsidRPr="00AB6F44" w:rsidRDefault="00091BA6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B6F44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091BA6" w:rsidRDefault="00091B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EE1"/>
    <w:rsid w:val="00001D09"/>
    <w:rsid w:val="000022F1"/>
    <w:rsid w:val="00017D6C"/>
    <w:rsid w:val="000411AC"/>
    <w:rsid w:val="000513CA"/>
    <w:rsid w:val="00051ED9"/>
    <w:rsid w:val="00056180"/>
    <w:rsid w:val="00067793"/>
    <w:rsid w:val="00072410"/>
    <w:rsid w:val="0007268A"/>
    <w:rsid w:val="00073A8E"/>
    <w:rsid w:val="0008717A"/>
    <w:rsid w:val="00087E0D"/>
    <w:rsid w:val="00091BA6"/>
    <w:rsid w:val="000B2651"/>
    <w:rsid w:val="000F0263"/>
    <w:rsid w:val="001009E4"/>
    <w:rsid w:val="001157F5"/>
    <w:rsid w:val="001158AD"/>
    <w:rsid w:val="001306BA"/>
    <w:rsid w:val="001364EB"/>
    <w:rsid w:val="00143DB9"/>
    <w:rsid w:val="00145986"/>
    <w:rsid w:val="00145E9A"/>
    <w:rsid w:val="0015320A"/>
    <w:rsid w:val="00157090"/>
    <w:rsid w:val="001A5D53"/>
    <w:rsid w:val="001A7BE8"/>
    <w:rsid w:val="001C5764"/>
    <w:rsid w:val="001E0D4D"/>
    <w:rsid w:val="001E6254"/>
    <w:rsid w:val="00200397"/>
    <w:rsid w:val="002070DB"/>
    <w:rsid w:val="00207F0F"/>
    <w:rsid w:val="0021147A"/>
    <w:rsid w:val="00225510"/>
    <w:rsid w:val="00244313"/>
    <w:rsid w:val="00251760"/>
    <w:rsid w:val="00252832"/>
    <w:rsid w:val="0026348F"/>
    <w:rsid w:val="0027124D"/>
    <w:rsid w:val="002734E7"/>
    <w:rsid w:val="0028191A"/>
    <w:rsid w:val="00287347"/>
    <w:rsid w:val="00287B99"/>
    <w:rsid w:val="0029470C"/>
    <w:rsid w:val="00295E69"/>
    <w:rsid w:val="002A05D7"/>
    <w:rsid w:val="002A4290"/>
    <w:rsid w:val="002B423B"/>
    <w:rsid w:val="002C16A1"/>
    <w:rsid w:val="002C6512"/>
    <w:rsid w:val="002D4BC0"/>
    <w:rsid w:val="00303028"/>
    <w:rsid w:val="003171B7"/>
    <w:rsid w:val="00317FD7"/>
    <w:rsid w:val="00323D21"/>
    <w:rsid w:val="00327842"/>
    <w:rsid w:val="00335CA7"/>
    <w:rsid w:val="00342CC5"/>
    <w:rsid w:val="0034557C"/>
    <w:rsid w:val="00346A42"/>
    <w:rsid w:val="00362C22"/>
    <w:rsid w:val="0037127A"/>
    <w:rsid w:val="003917AB"/>
    <w:rsid w:val="00393EE1"/>
    <w:rsid w:val="003A7217"/>
    <w:rsid w:val="003B23DF"/>
    <w:rsid w:val="003D1E42"/>
    <w:rsid w:val="003D4F26"/>
    <w:rsid w:val="003D746D"/>
    <w:rsid w:val="00400EE1"/>
    <w:rsid w:val="00401BC8"/>
    <w:rsid w:val="004053A5"/>
    <w:rsid w:val="00412EE9"/>
    <w:rsid w:val="0042489B"/>
    <w:rsid w:val="00424FAF"/>
    <w:rsid w:val="004307AD"/>
    <w:rsid w:val="00446208"/>
    <w:rsid w:val="004600D3"/>
    <w:rsid w:val="00462BFD"/>
    <w:rsid w:val="004B1416"/>
    <w:rsid w:val="004F02E4"/>
    <w:rsid w:val="004F0514"/>
    <w:rsid w:val="00510BF6"/>
    <w:rsid w:val="005265B1"/>
    <w:rsid w:val="00527D63"/>
    <w:rsid w:val="00535C12"/>
    <w:rsid w:val="00536ECD"/>
    <w:rsid w:val="00556C11"/>
    <w:rsid w:val="00577DA6"/>
    <w:rsid w:val="00595636"/>
    <w:rsid w:val="005B5AAF"/>
    <w:rsid w:val="005D2293"/>
    <w:rsid w:val="005D3E40"/>
    <w:rsid w:val="005E2D02"/>
    <w:rsid w:val="005F46C7"/>
    <w:rsid w:val="00602F1F"/>
    <w:rsid w:val="0060664C"/>
    <w:rsid w:val="00610F83"/>
    <w:rsid w:val="00620A69"/>
    <w:rsid w:val="00624BB1"/>
    <w:rsid w:val="0062619F"/>
    <w:rsid w:val="00636EA4"/>
    <w:rsid w:val="0064417C"/>
    <w:rsid w:val="00652681"/>
    <w:rsid w:val="00695428"/>
    <w:rsid w:val="006A7645"/>
    <w:rsid w:val="006A76FE"/>
    <w:rsid w:val="006B51A8"/>
    <w:rsid w:val="006C6E09"/>
    <w:rsid w:val="006C6E6B"/>
    <w:rsid w:val="006D0F23"/>
    <w:rsid w:val="006E6155"/>
    <w:rsid w:val="00722FE2"/>
    <w:rsid w:val="00730A7E"/>
    <w:rsid w:val="007312C9"/>
    <w:rsid w:val="00731D87"/>
    <w:rsid w:val="00732572"/>
    <w:rsid w:val="00734A51"/>
    <w:rsid w:val="00740F9A"/>
    <w:rsid w:val="00744E16"/>
    <w:rsid w:val="00770F90"/>
    <w:rsid w:val="0077640E"/>
    <w:rsid w:val="00781482"/>
    <w:rsid w:val="007A2168"/>
    <w:rsid w:val="007C7177"/>
    <w:rsid w:val="007C737B"/>
    <w:rsid w:val="007C7931"/>
    <w:rsid w:val="007D2711"/>
    <w:rsid w:val="007D45AD"/>
    <w:rsid w:val="007E01C1"/>
    <w:rsid w:val="007E44AE"/>
    <w:rsid w:val="007E4618"/>
    <w:rsid w:val="008013FE"/>
    <w:rsid w:val="00803BD9"/>
    <w:rsid w:val="00811A27"/>
    <w:rsid w:val="00821804"/>
    <w:rsid w:val="00822375"/>
    <w:rsid w:val="00822CC3"/>
    <w:rsid w:val="00834103"/>
    <w:rsid w:val="0085186C"/>
    <w:rsid w:val="00865F12"/>
    <w:rsid w:val="00870FDB"/>
    <w:rsid w:val="008908A4"/>
    <w:rsid w:val="008A45FB"/>
    <w:rsid w:val="008A7609"/>
    <w:rsid w:val="008B42DA"/>
    <w:rsid w:val="008B697C"/>
    <w:rsid w:val="008C6836"/>
    <w:rsid w:val="009066C8"/>
    <w:rsid w:val="00912D58"/>
    <w:rsid w:val="0092580E"/>
    <w:rsid w:val="009274BD"/>
    <w:rsid w:val="009322A0"/>
    <w:rsid w:val="00932A17"/>
    <w:rsid w:val="00937922"/>
    <w:rsid w:val="0095673A"/>
    <w:rsid w:val="00960977"/>
    <w:rsid w:val="00960E27"/>
    <w:rsid w:val="0096186B"/>
    <w:rsid w:val="00966E6C"/>
    <w:rsid w:val="00970465"/>
    <w:rsid w:val="0097655B"/>
    <w:rsid w:val="009767DA"/>
    <w:rsid w:val="009804ED"/>
    <w:rsid w:val="0098741D"/>
    <w:rsid w:val="009930A9"/>
    <w:rsid w:val="009A48C0"/>
    <w:rsid w:val="009B2EA7"/>
    <w:rsid w:val="009C6A1B"/>
    <w:rsid w:val="009D2D4D"/>
    <w:rsid w:val="009D6869"/>
    <w:rsid w:val="009D7D19"/>
    <w:rsid w:val="009F0CBA"/>
    <w:rsid w:val="009F6E72"/>
    <w:rsid w:val="00A23B49"/>
    <w:rsid w:val="00A23CCF"/>
    <w:rsid w:val="00A23EB2"/>
    <w:rsid w:val="00A26E26"/>
    <w:rsid w:val="00A3069C"/>
    <w:rsid w:val="00A71C3F"/>
    <w:rsid w:val="00A74FC6"/>
    <w:rsid w:val="00A914B9"/>
    <w:rsid w:val="00A95ECE"/>
    <w:rsid w:val="00A972DD"/>
    <w:rsid w:val="00AB20D9"/>
    <w:rsid w:val="00AB2C75"/>
    <w:rsid w:val="00AB3DE7"/>
    <w:rsid w:val="00AB6ACA"/>
    <w:rsid w:val="00AB6F44"/>
    <w:rsid w:val="00AE3E50"/>
    <w:rsid w:val="00B2008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E2CCC"/>
    <w:rsid w:val="00BE5FF3"/>
    <w:rsid w:val="00BF7DD6"/>
    <w:rsid w:val="00C15EC2"/>
    <w:rsid w:val="00C201EF"/>
    <w:rsid w:val="00C44102"/>
    <w:rsid w:val="00C720B1"/>
    <w:rsid w:val="00C85571"/>
    <w:rsid w:val="00C871AF"/>
    <w:rsid w:val="00C94629"/>
    <w:rsid w:val="00C9595E"/>
    <w:rsid w:val="00CA7E21"/>
    <w:rsid w:val="00CB137A"/>
    <w:rsid w:val="00CB3298"/>
    <w:rsid w:val="00CB6212"/>
    <w:rsid w:val="00CF7D36"/>
    <w:rsid w:val="00D2113B"/>
    <w:rsid w:val="00D32BE7"/>
    <w:rsid w:val="00D3552A"/>
    <w:rsid w:val="00D55F7C"/>
    <w:rsid w:val="00D64F07"/>
    <w:rsid w:val="00D67485"/>
    <w:rsid w:val="00D8661E"/>
    <w:rsid w:val="00D86D11"/>
    <w:rsid w:val="00DA25C7"/>
    <w:rsid w:val="00DB4312"/>
    <w:rsid w:val="00DB6F79"/>
    <w:rsid w:val="00DC726E"/>
    <w:rsid w:val="00DF22B0"/>
    <w:rsid w:val="00E014A8"/>
    <w:rsid w:val="00E051B5"/>
    <w:rsid w:val="00E0639A"/>
    <w:rsid w:val="00E07456"/>
    <w:rsid w:val="00E149DB"/>
    <w:rsid w:val="00E3602C"/>
    <w:rsid w:val="00E52C99"/>
    <w:rsid w:val="00E720F6"/>
    <w:rsid w:val="00E86BDD"/>
    <w:rsid w:val="00E8770F"/>
    <w:rsid w:val="00E94BC6"/>
    <w:rsid w:val="00EC0182"/>
    <w:rsid w:val="00EC682B"/>
    <w:rsid w:val="00ED0570"/>
    <w:rsid w:val="00EE21BB"/>
    <w:rsid w:val="00EE6EF1"/>
    <w:rsid w:val="00EE781C"/>
    <w:rsid w:val="00F01918"/>
    <w:rsid w:val="00F11D67"/>
    <w:rsid w:val="00F24048"/>
    <w:rsid w:val="00F322FB"/>
    <w:rsid w:val="00F44A33"/>
    <w:rsid w:val="00F6025E"/>
    <w:rsid w:val="00F772BE"/>
    <w:rsid w:val="00F9412D"/>
    <w:rsid w:val="00FE390E"/>
    <w:rsid w:val="00FE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32B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7485"/>
    <w:rPr>
      <w:lang w:eastAsia="en-US"/>
    </w:rPr>
  </w:style>
  <w:style w:type="character" w:styleId="PageNumber">
    <w:name w:val="page number"/>
    <w:basedOn w:val="DefaultParagraphFont"/>
    <w:uiPriority w:val="99"/>
    <w:rsid w:val="00D32BE7"/>
  </w:style>
  <w:style w:type="paragraph" w:styleId="Footer">
    <w:name w:val="footer"/>
    <w:basedOn w:val="Normal"/>
    <w:link w:val="FooterChar"/>
    <w:uiPriority w:val="99"/>
    <w:rsid w:val="00AB6F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7485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65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74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326</Words>
  <Characters>1861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verhoturova</dc:creator>
  <cp:keywords/>
  <dc:description/>
  <cp:lastModifiedBy>Chueva</cp:lastModifiedBy>
  <cp:revision>10</cp:revision>
  <cp:lastPrinted>2013-11-08T07:14:00Z</cp:lastPrinted>
  <dcterms:created xsi:type="dcterms:W3CDTF">2013-10-24T10:15:00Z</dcterms:created>
  <dcterms:modified xsi:type="dcterms:W3CDTF">2013-11-08T07:18:00Z</dcterms:modified>
</cp:coreProperties>
</file>